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F77309" w:rsidRDefault="005943DA" w:rsidP="00163AF4">
      <w:pPr>
        <w:pStyle w:val="BodyText"/>
        <w:ind w:right="1276"/>
        <w:jc w:val="right"/>
        <w:rPr>
          <w:rFonts w:ascii="Calibri" w:hAnsi="Calibri" w:cs="Calibri"/>
        </w:rPr>
      </w:pPr>
      <w:bookmarkStart w:id="0" w:name="_GoBack"/>
      <w:bookmarkEnd w:id="0"/>
      <w:r w:rsidRPr="00F77309">
        <w:rPr>
          <w:rFonts w:ascii="Calibri" w:hAnsi="Calibri" w:cs="Calibri"/>
        </w:rPr>
        <w:t>Anexa</w:t>
      </w:r>
      <w:r w:rsidR="00F87E6A">
        <w:rPr>
          <w:rFonts w:ascii="Calibri" w:hAnsi="Calibri" w:cs="Calibri"/>
        </w:rPr>
        <w:t xml:space="preserve"> 3.4</w:t>
      </w:r>
    </w:p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5943DA" w:rsidRPr="00F77309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:rsidR="005943DA" w:rsidRPr="00F77309" w:rsidRDefault="005943DA" w:rsidP="00163AF4">
      <w:pPr>
        <w:pStyle w:val="Body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p w:rsidR="00134DEE" w:rsidRPr="00F77309" w:rsidRDefault="00134DEE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Axa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prioritar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F77309" w:rsidP="004654E0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Operațiunea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229"/>
        <w:gridCol w:w="567"/>
        <w:gridCol w:w="567"/>
        <w:gridCol w:w="567"/>
        <w:gridCol w:w="993"/>
      </w:tblGrid>
      <w:tr w:rsidR="00134DEE" w:rsidRPr="00F77309" w:rsidTr="00F77309">
        <w:trPr>
          <w:cantSplit/>
          <w:trHeight w:val="60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:rsidTr="00F77309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expertiza pe documentele (scrise si desenate) ale specialitatii de rezistenta pentru partea de DALI? acestea pot fi asimilate cu plansele cu 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Evaluarea expunerii la riscuri( identificarea riscurilor care sunt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lastRenderedPageBreak/>
              <w:t>relevante pentru locația proiectului)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:rsidTr="00F77309">
        <w:trPr>
          <w:trHeight w:val="38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F77309" w:rsidRDefault="00324E6E" w:rsidP="00324E6E">
      <w:pPr>
        <w:rPr>
          <w:rFonts w:ascii="Calibri" w:hAnsi="Calibri" w:cs="Calibri"/>
        </w:rPr>
      </w:pP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327" w:rsidRDefault="00E56327">
      <w:r>
        <w:separator/>
      </w:r>
    </w:p>
  </w:endnote>
  <w:endnote w:type="continuationSeparator" w:id="0">
    <w:p w:rsidR="00E56327" w:rsidRDefault="00E5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A8659D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A8659D">
    <w:pPr>
      <w:pStyle w:val="Footer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327" w:rsidRDefault="00E56327">
      <w:r>
        <w:separator/>
      </w:r>
    </w:p>
  </w:footnote>
  <w:footnote w:type="continuationSeparator" w:id="0">
    <w:p w:rsidR="00E56327" w:rsidRDefault="00E56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6B" w:rsidRPr="006F276B" w:rsidRDefault="00A8659D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F87E6A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F87E6A">
      <w:rPr>
        <w:rFonts w:ascii="Calibri" w:hAnsi="Calibri"/>
        <w:color w:val="999999"/>
        <w:sz w:val="22"/>
        <w:szCs w:val="22"/>
      </w:rPr>
      <w:t>9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:rsidR="006F276B" w:rsidRPr="00851382" w:rsidRDefault="006F276B" w:rsidP="006F276B">
    <w:pPr>
      <w:pStyle w:val="Header"/>
      <w:rPr>
        <w:color w:val="99999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7E" w:rsidRDefault="00A8659D" w:rsidP="0018537E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E2E03"/>
    <w:rsid w:val="003F4311"/>
    <w:rsid w:val="004309DB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74DC9"/>
    <w:rsid w:val="00A8659D"/>
    <w:rsid w:val="00AC3124"/>
    <w:rsid w:val="00AE4990"/>
    <w:rsid w:val="00AF0DE7"/>
    <w:rsid w:val="00B15233"/>
    <w:rsid w:val="00B56A24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17480"/>
    <w:rsid w:val="00E32BBC"/>
    <w:rsid w:val="00E46395"/>
    <w:rsid w:val="00E56327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775A"/>
    <w:rsid w:val="00F77309"/>
    <w:rsid w:val="00F87E6A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3D888A-5FB0-47A9-9BA7-CDE1DB30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7F552-83D7-415A-8537-073FAC69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9</Pages>
  <Words>2906</Words>
  <Characters>16861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19728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2023-08-03T09:26:00Z</dcterms:created>
  <dcterms:modified xsi:type="dcterms:W3CDTF">2023-08-03T09:26:00Z</dcterms:modified>
</cp:coreProperties>
</file>